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D576C" w14:textId="77777777" w:rsidR="00525E10" w:rsidRPr="00C7734A" w:rsidRDefault="00525E10" w:rsidP="00525E10">
      <w:pPr>
        <w:pStyle w:val="berschrift1"/>
      </w:pPr>
      <w:r w:rsidRPr="00C7734A">
        <w:t>Aufruf von Webseiten</w:t>
      </w:r>
    </w:p>
    <w:p w14:paraId="57CF8234" w14:textId="1152F8BD" w:rsidR="00525E10" w:rsidRDefault="00525E10" w:rsidP="00525E10">
      <w:r>
        <w:t xml:space="preserve">Den Ablauf der Kommunikation beim Aufruf einer Webseite betrachten wir anhand der Simulation eines Netzwerks in der Simulationssoftware </w:t>
      </w:r>
      <w:r w:rsidRPr="000B430F">
        <w:rPr>
          <w:i/>
          <w:iCs/>
        </w:rPr>
        <w:t>Filius</w:t>
      </w:r>
      <w:r>
        <w:t xml:space="preserve">. Das Programm bietet </w:t>
      </w:r>
      <w:r w:rsidR="00284194">
        <w:t>Ihnen</w:t>
      </w:r>
      <w:r>
        <w:t xml:space="preserve"> zwei verschiedene Sichtweisen auf ein Netzwerk. Das Hammer-Symbol führt in den </w:t>
      </w:r>
      <w:r w:rsidRPr="00284194">
        <w:rPr>
          <w:i/>
          <w:iCs/>
          <w:color w:val="4E6B9E"/>
        </w:rPr>
        <w:t>Entwurfsmodus</w:t>
      </w:r>
      <w:r>
        <w:t>. Hier k</w:t>
      </w:r>
      <w:r w:rsidR="00284194">
        <w:t>önnen Sie</w:t>
      </w:r>
      <w:r>
        <w:t xml:space="preserve"> die einzelnen Geräte konfigurieren und ein Netzwerk aufbauen bzw. die technischen Einstellungen der Geräte erkunden. Der grüne Pfeil führt in den </w:t>
      </w:r>
      <w:r w:rsidRPr="00284194">
        <w:rPr>
          <w:i/>
          <w:iCs/>
          <w:color w:val="4E6B9E"/>
        </w:rPr>
        <w:t>Aktionsmodus</w:t>
      </w:r>
      <w:r>
        <w:t xml:space="preserve">. In diesem </w:t>
      </w:r>
      <w:r w:rsidR="00284194">
        <w:t>können Sie</w:t>
      </w:r>
      <w:r>
        <w:t xml:space="preserve"> verschiedene Programme z. B. einen Webbrowser auf einem der Rechner installieren und öffnen, um Dienste eines anderen Rechners in Anspruch zu nehmen und so den Nachrichtenverkehr zu simulieren.</w:t>
      </w:r>
    </w:p>
    <w:p w14:paraId="4EC2F908" w14:textId="69213D8B" w:rsidR="00525E10" w:rsidRDefault="00525E10" w:rsidP="00525E10">
      <w:r w:rsidRPr="008B088D">
        <w:rPr>
          <w:b/>
          <w:bCs/>
        </w:rPr>
        <w:t>Aufgabe 1</w:t>
      </w:r>
      <w:r>
        <w:rPr>
          <w:b/>
          <w:bCs/>
        </w:rPr>
        <w:t>:</w:t>
      </w:r>
      <w:r>
        <w:t xml:space="preserve"> Öffne</w:t>
      </w:r>
      <w:r w:rsidR="00284194">
        <w:t>n Sie</w:t>
      </w:r>
      <w:r>
        <w:t xml:space="preserve"> die Datei </w:t>
      </w:r>
      <w:proofErr w:type="spellStart"/>
      <w:r w:rsidRPr="00D61484">
        <w:rPr>
          <w:i/>
          <w:iCs/>
        </w:rPr>
        <w:t>BeispielNetzwerk</w:t>
      </w:r>
      <w:r>
        <w:rPr>
          <w:i/>
          <w:iCs/>
        </w:rPr>
        <w:t>.fls</w:t>
      </w:r>
      <w:proofErr w:type="spellEnd"/>
      <w:r>
        <w:t xml:space="preserve"> in Filius. Hier finde</w:t>
      </w:r>
      <w:r w:rsidR="00284194">
        <w:t>n Sie</w:t>
      </w:r>
      <w:r>
        <w:t xml:space="preserve"> eine Simulation eines verein</w:t>
      </w:r>
      <w:r>
        <w:softHyphen/>
        <w:t>fachten Ausschnitts des Internets. Lasse</w:t>
      </w:r>
      <w:r w:rsidR="00284194">
        <w:t>n Sie</w:t>
      </w:r>
      <w:r>
        <w:t xml:space="preserve"> die Datei auch für die folgenden Aufgaben geöffnet. Verwende</w:t>
      </w:r>
      <w:r w:rsidR="00284194">
        <w:t>n Sie</w:t>
      </w:r>
      <w:r>
        <w:t xml:space="preserve"> für diese Aufgabe den Entwurfsmodus (Hammersymbol).</w:t>
      </w:r>
    </w:p>
    <w:p w14:paraId="28D88737" w14:textId="12070409" w:rsidR="00525E10" w:rsidRDefault="00525E10" w:rsidP="00525E10">
      <w:pPr>
        <w:pStyle w:val="Listenabsatz"/>
        <w:numPr>
          <w:ilvl w:val="0"/>
          <w:numId w:val="35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4A9EED4" wp14:editId="363C3D2B">
                <wp:simplePos x="0" y="0"/>
                <wp:positionH relativeFrom="column">
                  <wp:posOffset>-4445</wp:posOffset>
                </wp:positionH>
                <wp:positionV relativeFrom="paragraph">
                  <wp:posOffset>842010</wp:posOffset>
                </wp:positionV>
                <wp:extent cx="5760720" cy="3457575"/>
                <wp:effectExtent l="0" t="0" r="0" b="9525"/>
                <wp:wrapTopAndBottom/>
                <wp:docPr id="20797253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3457575"/>
                          <a:chOff x="0" y="0"/>
                          <a:chExt cx="5760720" cy="3457575"/>
                        </a:xfrm>
                      </wpg:grpSpPr>
                      <wpg:grpSp>
                        <wpg:cNvPr id="1423454343" name="Gruppieren 2"/>
                        <wpg:cNvGrpSpPr/>
                        <wpg:grpSpPr>
                          <a:xfrm>
                            <a:off x="0" y="0"/>
                            <a:ext cx="5760720" cy="3188335"/>
                            <a:chOff x="0" y="0"/>
                            <a:chExt cx="5760720" cy="3188335"/>
                          </a:xfrm>
                        </wpg:grpSpPr>
                        <pic:pic xmlns:pic="http://schemas.openxmlformats.org/drawingml/2006/picture">
                          <pic:nvPicPr>
                            <pic:cNvPr id="1432711315" name="Grafik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760720" cy="318833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48464222" name="Grafik 1" descr="Drahtlos Silhouett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19062022">
                              <a:off x="5210175" y="1362075"/>
                              <a:ext cx="293370" cy="29273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821306923" name="Grafik 2" descr="Drahtlos Silhouett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18236642">
                              <a:off x="4295775" y="2124075"/>
                              <a:ext cx="293370" cy="29273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811190634" name="Grafik 3" descr="Drahtlos Silhouett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4137446">
                              <a:off x="3829050" y="2371725"/>
                              <a:ext cx="293370" cy="29273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06399265" name="Grafik 4" descr="Drahtlos Silhouett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732486">
                              <a:off x="4114800" y="2257425"/>
                              <a:ext cx="293370" cy="29273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860793346" name="Textfeld 1"/>
                        <wps:cNvSpPr txBox="1"/>
                        <wps:spPr>
                          <a:xfrm>
                            <a:off x="0" y="3190875"/>
                            <a:ext cx="576072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0251331A" w14:textId="6341C17D" w:rsidR="00525E10" w:rsidRPr="009A4238" w:rsidRDefault="00525E10" w:rsidP="00284194">
                              <w:pPr>
                                <w:pStyle w:val="UnterschriftINFSII"/>
                                <w:rPr>
                                  <w:noProof/>
                                </w:rPr>
                              </w:pPr>
                              <w:r>
                                <w:t xml:space="preserve">Abbildung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SEQ Abbildung \* ARABIC </w:instrText>
                              </w:r>
                              <w:r>
                                <w:fldChar w:fldCharType="separate"/>
                              </w:r>
                              <w:r w:rsidR="00317F23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t>: Modell des Internets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A9EED4" id="Gruppieren 1" o:spid="_x0000_s1026" style="position:absolute;left:0;text-align:left;margin-left:-.35pt;margin-top:66.3pt;width:453.6pt;height:272.25pt;z-index:251663360" coordsize="57607,34575" o:gfxdata="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">
                <v:group id="Gruppieren 2" o:spid="_x0000_s1027" style="position:absolute;width:57607;height:31883" coordsize="57607,31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1" o:spid="_x0000_s1028" type="#_x0000_t75" style="position:absolute;width:57607;height:318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">
                    <v:imagedata r:id="rId11" o:title=""/>
                  </v:shape>
                  <v:shape id="Grafik 1" o:spid="_x0000_s1029" type="#_x0000_t75" alt="Drahtlos Silhouette" style="position:absolute;left:52101;top:13620;width:2934;height:2928;rotation:-277214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">
                    <v:imagedata r:id="rId12" o:title="Drahtlos Silhouette"/>
                  </v:shape>
                  <v:shape id="Grafik 2" o:spid="_x0000_s1030" type="#_x0000_t75" alt="Drahtlos Silhouette" style="position:absolute;left:42957;top:21240;width:2934;height:2928;rotation:-367368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">
                    <v:imagedata r:id="rId12" o:title="Drahtlos Silhouette"/>
                  </v:shape>
                  <v:shape id="Grafik 3" o:spid="_x0000_s1031" type="#_x0000_t75" alt="Drahtlos Silhouette" style="position:absolute;left:38290;top:23717;width:2933;height:2928;rotation:451919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">
                    <v:imagedata r:id="rId12" o:title="Drahtlos Silhouette"/>
                  </v:shape>
                  <v:shape id="Grafik 4" o:spid="_x0000_s1032" type="#_x0000_t75" alt="Drahtlos Silhouette" style="position:absolute;left:41148;top:22574;width:2933;height:2927;rotation:800070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">
                    <v:imagedata r:id="rId12" o:title="Drahtlos Silhouette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top:31908;width:57607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" stroked="f">
                  <v:textbox style="mso-fit-shape-to-text:t" inset="0,0,0,0">
                    <w:txbxContent>
                      <w:p w14:paraId="0251331A" w14:textId="6341C17D" w:rsidR="00525E10" w:rsidRPr="009A4238" w:rsidRDefault="00525E10" w:rsidP="00284194">
                        <w:pPr>
                          <w:pStyle w:val="UnterschriftINFSII"/>
                          <w:rPr>
                            <w:noProof/>
                          </w:rPr>
                        </w:pPr>
                        <w:r>
                          <w:t xml:space="preserve">Abbildung </w:t>
                        </w:r>
                        <w:r>
                          <w:fldChar w:fldCharType="begin"/>
                        </w:r>
                        <w:r>
                          <w:instrText xml:space="preserve"> SEQ Abbildung \* ARABIC </w:instrText>
                        </w:r>
                        <w:r>
                          <w:fldChar w:fldCharType="separate"/>
                        </w:r>
                        <w:r w:rsidR="00317F23">
                          <w:rPr>
                            <w:noProof/>
                          </w:rPr>
                          <w:t>1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  <w:r>
                          <w:t>: Modell des Internets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t>Vergleiche</w:t>
      </w:r>
      <w:r w:rsidR="00284194">
        <w:t>n Sie</w:t>
      </w:r>
      <w:r>
        <w:t xml:space="preserve"> das Netzwerk in Filius mit dem Modell des Internets aus Abbildung 1, das </w:t>
      </w:r>
      <w:r w:rsidR="00284194">
        <w:t>Sie</w:t>
      </w:r>
      <w:r>
        <w:t xml:space="preserve"> bereits kennengelernt ha</w:t>
      </w:r>
      <w:r w:rsidR="00284194">
        <w:t>ben</w:t>
      </w:r>
      <w:r>
        <w:t>. Beschreibe</w:t>
      </w:r>
      <w:r w:rsidR="00284194">
        <w:t>n Sie</w:t>
      </w:r>
      <w:r>
        <w:t>, aus welchen Komponenten das Netzwerk besteht, das in Filius erstellt wurde. Zu welchen Komponenten k</w:t>
      </w:r>
      <w:r w:rsidR="00284194">
        <w:t>önnen</w:t>
      </w:r>
      <w:r>
        <w:t xml:space="preserve"> </w:t>
      </w:r>
      <w:r w:rsidR="00284194">
        <w:t>Sie</w:t>
      </w:r>
      <w:r>
        <w:t xml:space="preserve"> bereits angeben, welche Aufgabe sie übernehmen? </w:t>
      </w:r>
    </w:p>
    <w:p w14:paraId="15C8249F" w14:textId="77777777" w:rsidR="00525E10" w:rsidRDefault="00525E10" w:rsidP="00525E10">
      <w:pPr>
        <w:pStyle w:val="Listenabsatz"/>
        <w:numPr>
          <w:ilvl w:val="0"/>
          <w:numId w:val="35"/>
        </w:numPr>
        <w:spacing w:after="120"/>
      </w:pPr>
      <w:bookmarkStart w:id="0" w:name="_Hlk149647439"/>
      <w:r>
        <w:t>Welche Rechner befinden sich in der Simulation in Filius jeweils im gleichen lokalen Netzwerk?</w:t>
      </w:r>
      <w:r w:rsidRPr="0030474F">
        <w:rPr>
          <w:noProof/>
        </w:rPr>
        <w:t xml:space="preserve"> </w:t>
      </w:r>
    </w:p>
    <w:bookmarkEnd w:id="0"/>
    <w:p w14:paraId="3A31A0DC" w14:textId="18FC25AF" w:rsidR="00525E10" w:rsidRDefault="00525E10" w:rsidP="00525E10">
      <w:r w:rsidRPr="00D61484">
        <w:rPr>
          <w:b/>
          <w:bCs/>
        </w:rPr>
        <w:t xml:space="preserve">Aufgabe </w:t>
      </w:r>
      <w:r>
        <w:rPr>
          <w:b/>
          <w:bCs/>
        </w:rPr>
        <w:t>2</w:t>
      </w:r>
      <w:r w:rsidRPr="00D61484">
        <w:rPr>
          <w:b/>
          <w:bCs/>
        </w:rPr>
        <w:t>:</w:t>
      </w:r>
      <w:r>
        <w:t xml:space="preserve"> </w:t>
      </w:r>
      <w:r w:rsidRPr="0030474F">
        <w:t>Wech</w:t>
      </w:r>
      <w:r>
        <w:t>s</w:t>
      </w:r>
      <w:r w:rsidRPr="0030474F">
        <w:t>el</w:t>
      </w:r>
      <w:r w:rsidR="00284194">
        <w:t>n Sie</w:t>
      </w:r>
      <w:r w:rsidRPr="0030474F">
        <w:t xml:space="preserve"> </w:t>
      </w:r>
      <w:r>
        <w:t>für die Aufgabe in den Aktionsmodus (grüner Pfeil).  Klicke</w:t>
      </w:r>
      <w:r w:rsidR="00284194">
        <w:t>n Sie</w:t>
      </w:r>
      <w:r>
        <w:t xml:space="preserve"> auf den Client-Rechner mit der IP </w:t>
      </w:r>
      <w:r w:rsidRPr="00D61484">
        <w:t>192.168.</w:t>
      </w:r>
      <w:r>
        <w:t>2</w:t>
      </w:r>
      <w:r w:rsidRPr="00D61484">
        <w:t>.10</w:t>
      </w:r>
      <w:r>
        <w:t>. Öffne</w:t>
      </w:r>
      <w:r w:rsidR="00284194">
        <w:t>n Sie</w:t>
      </w:r>
      <w:r>
        <w:t xml:space="preserve"> den Webbrowser und g</w:t>
      </w:r>
      <w:r w:rsidR="00284194">
        <w:t>e</w:t>
      </w:r>
      <w:r>
        <w:t>b</w:t>
      </w:r>
      <w:r w:rsidR="00284194">
        <w:t>en Sie</w:t>
      </w:r>
      <w:r>
        <w:t xml:space="preserve"> in die Adress</w:t>
      </w:r>
      <w:r>
        <w:softHyphen/>
        <w:t>zeile die IP-Adresse des Webservers 10.4.2.2 ein. Klicke</w:t>
      </w:r>
      <w:r w:rsidR="00284194">
        <w:t>n Sie</w:t>
      </w:r>
      <w:r>
        <w:t xml:space="preserve"> auf „Start“ und beschreibe</w:t>
      </w:r>
      <w:r w:rsidR="00284194">
        <w:t>n Sie</w:t>
      </w:r>
      <w:r>
        <w:t>, was passiert.</w:t>
      </w:r>
    </w:p>
    <w:p w14:paraId="1CF4DB23" w14:textId="77777777" w:rsidR="00525E10" w:rsidRDefault="00525E10" w:rsidP="00525E10">
      <w:pPr>
        <w:spacing w:after="160" w:line="259" w:lineRule="auto"/>
      </w:pPr>
      <w:r>
        <w:br w:type="page"/>
      </w:r>
    </w:p>
    <w:p w14:paraId="78877E91" w14:textId="0FAB808B" w:rsidR="00525E10" w:rsidRDefault="00525E10" w:rsidP="00525E10">
      <w:r>
        <w:lastRenderedPageBreak/>
        <w:t xml:space="preserve">Vermutlich </w:t>
      </w:r>
      <w:r w:rsidR="00284194">
        <w:t>kennen Sie</w:t>
      </w:r>
      <w:r>
        <w:t xml:space="preserve"> von kaum einer Webseite die IP-Adresse und diese Zahlen lassen sich auch nur schwer merken. In die Adresszeile eines Browsers geben wir stattdessen normalerweise die Textadresse, die </w:t>
      </w:r>
      <w:r w:rsidRPr="00284194">
        <w:rPr>
          <w:b/>
          <w:bCs/>
          <w:color w:val="4E6B9E"/>
        </w:rPr>
        <w:t>Domain</w:t>
      </w:r>
      <w:r>
        <w:t xml:space="preserve">, einer Webseite ein, z. B. </w:t>
      </w:r>
      <w:hyperlink r:id="rId13" w:history="1">
        <w:r w:rsidRPr="00284194">
          <w:rPr>
            <w:rStyle w:val="Hyperlink"/>
            <w:color w:val="4E6B9E"/>
          </w:rPr>
          <w:t>www.google.de</w:t>
        </w:r>
      </w:hyperlink>
      <w:r>
        <w:t xml:space="preserve"> oder </w:t>
      </w:r>
      <w:hyperlink r:id="rId14" w:history="1">
        <w:r w:rsidRPr="00284194">
          <w:rPr>
            <w:rStyle w:val="Hyperlink"/>
            <w:color w:val="4E6B9E"/>
          </w:rPr>
          <w:t>www.uni-goettingen.de</w:t>
        </w:r>
      </w:hyperlink>
      <w:r>
        <w:t xml:space="preserve">. Die Router können mit diesen Domain-Namen allerdings nichts anfangen. Der Client-Rechner, auf dem die Domain eingegeben wurde, muss daher zunächst eine Anfrage an einen </w:t>
      </w:r>
      <w:r w:rsidRPr="00284194">
        <w:rPr>
          <w:b/>
          <w:bCs/>
          <w:color w:val="4E6B9E"/>
        </w:rPr>
        <w:t>DNS-Server</w:t>
      </w:r>
      <w:r w:rsidRPr="00284194">
        <w:rPr>
          <w:color w:val="4E6B9E"/>
        </w:rPr>
        <w:t xml:space="preserve"> </w:t>
      </w:r>
      <w:r>
        <w:t xml:space="preserve">stellen. DNS steht für </w:t>
      </w:r>
      <w:r w:rsidRPr="00284194">
        <w:rPr>
          <w:b/>
          <w:bCs/>
          <w:color w:val="4E6B9E"/>
        </w:rPr>
        <w:t>Domain Name System</w:t>
      </w:r>
      <w:r>
        <w:t>. DNS-Server verfügen über ein Verzeichnis, welche IP-Adresse zu welcher Domain gehört. Da ein einzelner DNS-Server nicht jede Domain speichern kann, verfügt er für unbekannte Domains zumindest über die IP-Adresse eines anderen DNS-Servers, bei dem er nachfragen kann. Hat der DNS-Server die IP-Adresse zu der Domain bestimmt, schickt er die Antwort zurück an den Client. Mithilfe der IP-Adresse des Webservers kann der Client seine Anfrage für die Webseite nun an den passenden Webserver adressieren.</w:t>
      </w:r>
    </w:p>
    <w:p w14:paraId="010F6B01" w14:textId="2F870432" w:rsidR="00525E10" w:rsidRDefault="00525E10" w:rsidP="00525E10">
      <w:r w:rsidRPr="008B088D">
        <w:rPr>
          <w:b/>
          <w:bCs/>
        </w:rPr>
        <w:t xml:space="preserve">Aufgabe </w:t>
      </w:r>
      <w:r>
        <w:rPr>
          <w:b/>
          <w:bCs/>
        </w:rPr>
        <w:t>3</w:t>
      </w:r>
      <w:r w:rsidRPr="008B088D">
        <w:rPr>
          <w:b/>
          <w:bCs/>
        </w:rPr>
        <w:t>:</w:t>
      </w:r>
      <w:r>
        <w:t xml:space="preserve"> Wechsel</w:t>
      </w:r>
      <w:r w:rsidR="00284194">
        <w:t>n Sie</w:t>
      </w:r>
      <w:r>
        <w:t xml:space="preserve"> für diese Aufgabe in den Aktionsmodus (grüner Pfeil). Stelle</w:t>
      </w:r>
      <w:r w:rsidR="00284194">
        <w:t>n Sie</w:t>
      </w:r>
      <w:r>
        <w:t xml:space="preserve"> die Geschwindigkeit für die Simulation auf eine niedrige Geschwindigkeit z. B. 30%. </w:t>
      </w:r>
    </w:p>
    <w:p w14:paraId="4788AF40" w14:textId="284BE937" w:rsidR="00525E10" w:rsidRDefault="00525E10" w:rsidP="00525E10">
      <w:pPr>
        <w:pStyle w:val="Listenabsatz"/>
        <w:numPr>
          <w:ilvl w:val="0"/>
          <w:numId w:val="36"/>
        </w:numPr>
      </w:pPr>
      <w:r>
        <w:t>G</w:t>
      </w:r>
      <w:r w:rsidR="00284194">
        <w:t>eben Sie</w:t>
      </w:r>
      <w:r>
        <w:t xml:space="preserve"> in die Adresszeile des Browsers auf dem Client-Rechner mit der IP </w:t>
      </w:r>
      <w:r w:rsidRPr="00D61484">
        <w:t>192.168.</w:t>
      </w:r>
      <w:r>
        <w:t>2</w:t>
      </w:r>
      <w:r w:rsidRPr="00D61484">
        <w:t>.10</w:t>
      </w:r>
      <w:r>
        <w:t xml:space="preserve"> die Domain </w:t>
      </w:r>
      <w:hyperlink r:id="rId15" w:history="1">
        <w:r w:rsidRPr="00284194">
          <w:rPr>
            <w:rStyle w:val="Hyperlink"/>
            <w:color w:val="4E6B9E"/>
          </w:rPr>
          <w:t>www.inf-si.de</w:t>
        </w:r>
      </w:hyperlink>
      <w:r>
        <w:t xml:space="preserve"> ein. Beobachte</w:t>
      </w:r>
      <w:r w:rsidR="00284194">
        <w:t>n Sie</w:t>
      </w:r>
      <w:r>
        <w:t xml:space="preserve"> genau, wie die Kommunikation zwischen den einzelnen Rechnern abläuft. </w:t>
      </w:r>
    </w:p>
    <w:p w14:paraId="61B7F255" w14:textId="3D67BDC8" w:rsidR="00525E10" w:rsidRDefault="00525E10" w:rsidP="00525E10">
      <w:pPr>
        <w:pStyle w:val="Listenabsatz"/>
        <w:numPr>
          <w:ilvl w:val="0"/>
          <w:numId w:val="36"/>
        </w:numPr>
      </w:pPr>
      <w:r>
        <w:t>Zeichne</w:t>
      </w:r>
      <w:r w:rsidR="00284194">
        <w:t>n Sie</w:t>
      </w:r>
      <w:r>
        <w:t xml:space="preserve"> in Abbildung 2 die Kommunikationswege ein, die beim Aufruf der Webseite genommen werden. Verwende</w:t>
      </w:r>
      <w:r w:rsidR="00284194">
        <w:t>n Sie</w:t>
      </w:r>
      <w:r>
        <w:t xml:space="preserve"> grün für Nachrichten, die zwischen Client und DNS-Server ausgetauscht werden und rot für Nachrichten, die zwischen Client und Webserver ausgetauscht werden.</w:t>
      </w:r>
    </w:p>
    <w:p w14:paraId="21A34DAB" w14:textId="776367E8" w:rsidR="00284194" w:rsidRDefault="00644D68" w:rsidP="00525E10">
      <w:pPr>
        <w:pStyle w:val="Listenabsatz"/>
        <w:numPr>
          <w:ilvl w:val="0"/>
          <w:numId w:val="36"/>
        </w:numPr>
      </w:pPr>
      <w:r>
        <w:t xml:space="preserve">Öffnen Sie die DNS-Server Anwendung auf dem DNS-Server. Welche IP-Adresse ist der Domain </w:t>
      </w:r>
      <w:hyperlink r:id="rId16" w:history="1">
        <w:r w:rsidRPr="00644D68">
          <w:rPr>
            <w:rStyle w:val="Hyperlink"/>
            <w:color w:val="4E6B9E"/>
          </w:rPr>
          <w:t>www.inf-si.de</w:t>
        </w:r>
      </w:hyperlink>
      <w:r>
        <w:t xml:space="preserve"> zugeordnet? </w:t>
      </w:r>
    </w:p>
    <w:p w14:paraId="68D88224" w14:textId="5FE96D73" w:rsidR="00525E10" w:rsidRDefault="00525E10" w:rsidP="00525E10">
      <w:pPr>
        <w:pStyle w:val="Listenabsatz"/>
        <w:numPr>
          <w:ilvl w:val="0"/>
          <w:numId w:val="36"/>
        </w:numPr>
      </w:pPr>
      <w:r>
        <w:t>Abbildung 3 zeigt einen Ausschnitt einer Nachricht eines Clients an einen Webserver. Es ist sowohl die IP-Adresse des Empfängers (Ziel) als auch des Absenders (Quelle) angegeben. Begründe</w:t>
      </w:r>
      <w:r w:rsidR="00644D68">
        <w:t>n Sie</w:t>
      </w:r>
      <w:r>
        <w:t xml:space="preserve">, </w:t>
      </w:r>
      <w:r w:rsidR="00644D68">
        <w:t xml:space="preserve">dass </w:t>
      </w:r>
      <w:r>
        <w:t xml:space="preserve">eine Nachricht immer beide Adressen enthalten muss. </w:t>
      </w:r>
    </w:p>
    <w:p w14:paraId="5505820F" w14:textId="5F1B6873" w:rsidR="00525E10" w:rsidRDefault="00525E10" w:rsidP="00525E10">
      <w:pPr>
        <w:pStyle w:val="Listenabsatz"/>
        <w:numPr>
          <w:ilvl w:val="0"/>
          <w:numId w:val="36"/>
        </w:numPr>
      </w:pPr>
      <w:r>
        <w:t>Zwischen Client und Webserver werden mehrfach Nachrichten ausgetauscht. Stelle</w:t>
      </w:r>
      <w:r w:rsidR="00644D68">
        <w:t>n Sie</w:t>
      </w:r>
      <w:r>
        <w:t xml:space="preserve"> eine Vermutung auf, woran das liegen könnte.</w:t>
      </w:r>
    </w:p>
    <w:p w14:paraId="4F5B5144" w14:textId="77777777" w:rsidR="00525E10" w:rsidRDefault="00525E10" w:rsidP="00525E10">
      <w:r w:rsidRPr="00D3173C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400361BA" wp14:editId="5CC904DE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38495" cy="3719195"/>
            <wp:effectExtent l="0" t="0" r="0" b="0"/>
            <wp:wrapTopAndBottom/>
            <wp:docPr id="1395270342" name="Grafik 1" descr="Ein Bild, das Design enthält.&#10;&#10;Automatisch generierte Beschreibung mit geringer Zuverlässigk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270342" name="Grafik 1" descr="Ein Bild, das Design enthält.&#10;&#10;Automatisch generierte Beschreibung mit geringer Zuverlässigkeit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8495" cy="3719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CCB2DC" wp14:editId="15F65F37">
                <wp:simplePos x="0" y="0"/>
                <wp:positionH relativeFrom="margin">
                  <wp:align>right</wp:align>
                </wp:positionH>
                <wp:positionV relativeFrom="paragraph">
                  <wp:posOffset>3702685</wp:posOffset>
                </wp:positionV>
                <wp:extent cx="5760720" cy="635"/>
                <wp:effectExtent l="0" t="0" r="0" b="0"/>
                <wp:wrapTopAndBottom/>
                <wp:docPr id="1907271726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AAD95B3" w14:textId="2BF295F8" w:rsidR="00525E10" w:rsidRPr="00765A93" w:rsidRDefault="00525E10" w:rsidP="00644D68">
                            <w:pPr>
                              <w:pStyle w:val="UnterschriftINFSII"/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317F23">
                              <w:rPr>
                                <w:noProof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vereinfachte Simulation eines Ausschnitts des Internets (Um Kollisionen mit existierenden Servern bzw. IP-Adressen zu vermeiden</w:t>
                            </w:r>
                            <w:r>
                              <w:rPr>
                                <w:noProof/>
                              </w:rPr>
                              <w:t>, wurden hier ausschließlich private IP-Adressen verwendet.)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CCB2DC" id="Textfeld 1" o:spid="_x0000_s1034" type="#_x0000_t202" style="position:absolute;margin-left:402.4pt;margin-top:291.55pt;width:453.6pt;height:.05pt;z-index:2516602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" stroked="f">
                <v:textbox style="mso-fit-shape-to-text:t" inset="0,0,0,0">
                  <w:txbxContent>
                    <w:p w14:paraId="3AAD95B3" w14:textId="2BF295F8" w:rsidR="00525E10" w:rsidRPr="00765A93" w:rsidRDefault="00525E10" w:rsidP="00644D68">
                      <w:pPr>
                        <w:pStyle w:val="UnterschriftINFSII"/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317F23"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vereinfachte Simulation eines Ausschnitts des Internets (Um Kollisionen mit existierenden Servern bzw. IP-Adressen zu vermeiden</w:t>
                      </w:r>
                      <w:r>
                        <w:rPr>
                          <w:noProof/>
                        </w:rPr>
                        <w:t>, wurden hier ausschließlich private IP-Adressen verwendet.)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7AF8AC9" wp14:editId="146C17A4">
            <wp:extent cx="2530674" cy="2390858"/>
            <wp:effectExtent l="0" t="0" r="3175" b="0"/>
            <wp:docPr id="987551311" name="Grafik 7" descr="Ein Bild, das Text, Screenshot, Schrift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51311" name="Grafik 7" descr="Ein Bild, das Text, Screenshot, Schrift, Zahl enthält.&#10;&#10;Automatisch generierte Beschreibu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1477" cy="2401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49730B" w14:textId="3CF697F3" w:rsidR="00525E10" w:rsidRDefault="00525E10" w:rsidP="00644D68">
      <w:pPr>
        <w:pStyle w:val="UnterschriftINFSII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 w:rsidR="00317F23">
        <w:rPr>
          <w:noProof/>
        </w:rPr>
        <w:t>3</w:t>
      </w:r>
      <w:r>
        <w:rPr>
          <w:noProof/>
        </w:rPr>
        <w:fldChar w:fldCharType="end"/>
      </w:r>
      <w:r>
        <w:t xml:space="preserve">: Ausschnitt aus der Nachricht </w:t>
      </w:r>
      <w:r>
        <w:rPr>
          <w:noProof/>
        </w:rPr>
        <w:t>vom Client an den Webserver</w:t>
      </w:r>
    </w:p>
    <w:p w14:paraId="05CF68EE" w14:textId="77777777" w:rsidR="00525E10" w:rsidRPr="008B088D" w:rsidRDefault="00525E10" w:rsidP="00525E10">
      <w:pPr>
        <w:spacing w:before="120" w:after="0"/>
        <w:rPr>
          <w:b/>
          <w:bCs/>
        </w:rPr>
      </w:pPr>
      <w:r w:rsidRPr="008B088D">
        <w:rPr>
          <w:b/>
          <w:bCs/>
        </w:rPr>
        <w:t xml:space="preserve">Aufgabe </w:t>
      </w:r>
      <w:r>
        <w:rPr>
          <w:b/>
          <w:bCs/>
        </w:rPr>
        <w:t>4</w:t>
      </w:r>
      <w:r w:rsidRPr="008B088D">
        <w:rPr>
          <w:b/>
          <w:bCs/>
        </w:rPr>
        <w:t xml:space="preserve"> (Für Interessierte): </w:t>
      </w:r>
    </w:p>
    <w:p w14:paraId="00F936BA" w14:textId="767E84B5" w:rsidR="00525E10" w:rsidRDefault="00525E10" w:rsidP="00525E10">
      <w:pPr>
        <w:pStyle w:val="Listenabsatz"/>
        <w:numPr>
          <w:ilvl w:val="0"/>
          <w:numId w:val="37"/>
        </w:numPr>
      </w:pPr>
      <w:r>
        <w:t>Untersuche</w:t>
      </w:r>
      <w:r w:rsidR="00644D68">
        <w:t>n Sie</w:t>
      </w:r>
      <w:r>
        <w:t xml:space="preserve"> im Aktionsmodus die Einstellungen, die auf dem Webserver und dem DNS-Server vorgenommen wurden, damit die Webseite aufgerufen werden kann. </w:t>
      </w:r>
    </w:p>
    <w:p w14:paraId="73B51CE3" w14:textId="75D6870A" w:rsidR="00525E10" w:rsidRDefault="00525E10" w:rsidP="00525E10">
      <w:pPr>
        <w:pStyle w:val="Listenabsatz"/>
        <w:numPr>
          <w:ilvl w:val="0"/>
          <w:numId w:val="37"/>
        </w:numPr>
      </w:pPr>
      <w:r>
        <w:t>Richte</w:t>
      </w:r>
      <w:r w:rsidR="00644D68">
        <w:t>n Sie</w:t>
      </w:r>
      <w:r>
        <w:t xml:space="preserve"> auf dem Rechner mit der IP-Adresse 10.12.2.3 einen Webserver und eine Webseite ein.</w:t>
      </w:r>
    </w:p>
    <w:p w14:paraId="06222DD3" w14:textId="57B0F8B0" w:rsidR="00525E10" w:rsidRDefault="00525E10" w:rsidP="00525E10">
      <w:pPr>
        <w:pStyle w:val="Listenabsatz"/>
        <w:numPr>
          <w:ilvl w:val="0"/>
          <w:numId w:val="37"/>
        </w:numPr>
      </w:pPr>
      <w:r>
        <w:t>Ergänze</w:t>
      </w:r>
      <w:r w:rsidR="00644D68">
        <w:t>n Sie</w:t>
      </w:r>
      <w:r>
        <w:t xml:space="preserve"> die Einträge auf dem DNS-Server so, dass die Webseite z. B. unter der Domain </w:t>
      </w:r>
      <w:hyperlink r:id="rId19" w:history="1">
        <w:r w:rsidRPr="00644D68">
          <w:rPr>
            <w:rStyle w:val="Hyperlink"/>
            <w:color w:val="4E6B9E"/>
          </w:rPr>
          <w:t>www.filius.de</w:t>
        </w:r>
      </w:hyperlink>
      <w:r>
        <w:t xml:space="preserve"> erreichbar ist.</w:t>
      </w:r>
    </w:p>
    <w:p w14:paraId="6844B252" w14:textId="67CEDB5B" w:rsidR="00525E10" w:rsidRDefault="00525E10" w:rsidP="00525E1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D3A128" wp14:editId="7EDA464E">
                <wp:simplePos x="0" y="0"/>
                <wp:positionH relativeFrom="column">
                  <wp:posOffset>5100955</wp:posOffset>
                </wp:positionH>
                <wp:positionV relativeFrom="paragraph">
                  <wp:posOffset>1050290</wp:posOffset>
                </wp:positionV>
                <wp:extent cx="0" cy="3470943"/>
                <wp:effectExtent l="0" t="0" r="38100" b="34290"/>
                <wp:wrapNone/>
                <wp:docPr id="264660721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7094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053565" id="Gerader Verbinder 2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65pt,82.7pt" to="401.65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" strokecolor="black [3200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C8292E" wp14:editId="17E09385">
                <wp:simplePos x="0" y="0"/>
                <wp:positionH relativeFrom="column">
                  <wp:posOffset>3319780</wp:posOffset>
                </wp:positionH>
                <wp:positionV relativeFrom="paragraph">
                  <wp:posOffset>1059815</wp:posOffset>
                </wp:positionV>
                <wp:extent cx="0" cy="3470910"/>
                <wp:effectExtent l="0" t="0" r="38100" b="34290"/>
                <wp:wrapNone/>
                <wp:docPr id="1094331826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7091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CFF725" id="Gerader Verbinde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4pt,83.45pt" to="261.4pt,3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D880593" wp14:editId="08C29AE3">
                <wp:simplePos x="0" y="0"/>
                <wp:positionH relativeFrom="column">
                  <wp:posOffset>-4445</wp:posOffset>
                </wp:positionH>
                <wp:positionV relativeFrom="paragraph">
                  <wp:posOffset>507365</wp:posOffset>
                </wp:positionV>
                <wp:extent cx="5740400" cy="4314825"/>
                <wp:effectExtent l="0" t="0" r="12700" b="9525"/>
                <wp:wrapTopAndBottom/>
                <wp:docPr id="416448262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0400" cy="4314825"/>
                          <a:chOff x="0" y="0"/>
                          <a:chExt cx="5740400" cy="4314825"/>
                        </a:xfrm>
                      </wpg:grpSpPr>
                      <wpg:grpSp>
                        <wpg:cNvPr id="1411159486" name="Gruppieren 11"/>
                        <wpg:cNvGrpSpPr/>
                        <wpg:grpSpPr>
                          <a:xfrm>
                            <a:off x="47625" y="0"/>
                            <a:ext cx="5692775" cy="539082"/>
                            <a:chOff x="0" y="-1"/>
                            <a:chExt cx="5692781" cy="540950"/>
                          </a:xfrm>
                        </wpg:grpSpPr>
                        <wps:wsp>
                          <wps:cNvPr id="1267016239" name="Textfeld 8"/>
                          <wps:cNvSpPr txBox="1"/>
                          <wps:spPr>
                            <a:xfrm>
                              <a:off x="0" y="-1"/>
                              <a:ext cx="1288111" cy="540950"/>
                            </a:xfrm>
                            <a:prstGeom prst="rect">
                              <a:avLst/>
                            </a:prstGeom>
                            <a:solidFill>
                              <a:srgbClr val="4E6B9E"/>
                            </a:solidFill>
                            <a:ln/>
                          </wps:spPr>
                          <wps:style>
                            <a:lnRef idx="2">
                              <a:schemeClr val="accent6">
                                <a:shade val="15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EEC09E6" w14:textId="77777777" w:rsidR="00525E10" w:rsidRDefault="00525E10" w:rsidP="00525E10">
                                <w:pPr>
                                  <w:jc w:val="center"/>
                                </w:pPr>
                                <w:r>
                                  <w:t>Client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5205830" name="Textfeld 8"/>
                          <wps:cNvSpPr txBox="1"/>
                          <wps:spPr>
                            <a:xfrm>
                              <a:off x="2615235" y="-1"/>
                              <a:ext cx="1288111" cy="540950"/>
                            </a:xfrm>
                            <a:prstGeom prst="rect">
                              <a:avLst/>
                            </a:prstGeom>
                            <a:solidFill>
                              <a:srgbClr val="4E6B9E"/>
                            </a:solidFill>
                            <a:ln/>
                          </wps:spPr>
                          <wps:style>
                            <a:lnRef idx="2">
                              <a:schemeClr val="accent6">
                                <a:shade val="15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17B7BAC" w14:textId="77777777" w:rsidR="00525E10" w:rsidRDefault="00525E10" w:rsidP="00525E10">
                                <w:pPr>
                                  <w:jc w:val="center"/>
                                </w:pPr>
                                <w:r>
                                  <w:t>DNS-Server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6237447" name="Textfeld 8"/>
                          <wps:cNvSpPr txBox="1"/>
                          <wps:spPr>
                            <a:xfrm>
                              <a:off x="4405001" y="-1"/>
                              <a:ext cx="1287780" cy="540950"/>
                            </a:xfrm>
                            <a:prstGeom prst="rect">
                              <a:avLst/>
                            </a:prstGeom>
                            <a:solidFill>
                              <a:srgbClr val="4E6B9E"/>
                            </a:solidFill>
                            <a:ln/>
                          </wps:spPr>
                          <wps:style>
                            <a:lnRef idx="2">
                              <a:schemeClr val="accent6">
                                <a:shade val="15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0CB935C" w14:textId="77777777" w:rsidR="00525E10" w:rsidRDefault="00525E10" w:rsidP="00525E10">
                                <w:pPr>
                                  <w:jc w:val="center"/>
                                </w:pPr>
                                <w:r>
                                  <w:t>Web-Server (134.76.18.234)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77010036" name="Textfeld 1"/>
                        <wps:cNvSpPr txBox="1"/>
                        <wps:spPr>
                          <a:xfrm>
                            <a:off x="0" y="4048125"/>
                            <a:ext cx="5692775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0FFF641" w14:textId="4C7332A5" w:rsidR="00525E10" w:rsidRPr="00200B47" w:rsidRDefault="00525E10" w:rsidP="00644D68">
                              <w:pPr>
                                <w:pStyle w:val="UnterschriftINFSII"/>
                                <w:rPr>
                                  <w:noProof/>
                                </w:rPr>
                              </w:pPr>
                              <w:r>
                                <w:t xml:space="preserve">Abbildung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SEQ Abbildung \* ARABIC </w:instrText>
                              </w:r>
                              <w:r>
                                <w:fldChar w:fldCharType="separate"/>
                              </w:r>
                              <w:r w:rsidR="00317F23">
                                <w:rPr>
                                  <w:noProof/>
                                </w:rPr>
                                <w:t>4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t>: Sequenzdiagramm zu Aufgabe 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880593" id="_x0000_s1035" style="position:absolute;margin-left:-.35pt;margin-top:39.95pt;width:452pt;height:339.75pt;z-index:251661312" coordsize="57404,43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">
                <v:group id="Gruppieren 11" o:spid="_x0000_s1036" style="position:absolute;left:476;width:56928;height:5390" coordorigin="" coordsize="56927,5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">
                  <v:shape id="Textfeld 8" o:spid="_x0000_s1037" type="#_x0000_t202" style="position:absolute;width:12881;height:5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" fillcolor="#4e6b9e" strokecolor="#10190a [489]" strokeweight="1pt">
                    <v:textbox>
                      <w:txbxContent>
                        <w:p w14:paraId="3EEC09E6" w14:textId="77777777" w:rsidR="00525E10" w:rsidRDefault="00525E10" w:rsidP="00525E10">
                          <w:pPr>
                            <w:jc w:val="center"/>
                          </w:pPr>
                          <w:r>
                            <w:t>Client</w:t>
                          </w:r>
                        </w:p>
                      </w:txbxContent>
                    </v:textbox>
                  </v:shape>
                  <v:shape id="Textfeld 8" o:spid="_x0000_s1038" type="#_x0000_t202" style="position:absolute;left:26152;width:12881;height:5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" fillcolor="#4e6b9e" strokecolor="#10190a [489]" strokeweight="1pt">
                    <v:textbox>
                      <w:txbxContent>
                        <w:p w14:paraId="617B7BAC" w14:textId="77777777" w:rsidR="00525E10" w:rsidRDefault="00525E10" w:rsidP="00525E10">
                          <w:pPr>
                            <w:jc w:val="center"/>
                          </w:pPr>
                          <w:r>
                            <w:t>DNS-Server</w:t>
                          </w:r>
                        </w:p>
                      </w:txbxContent>
                    </v:textbox>
                  </v:shape>
                  <v:shape id="Textfeld 8" o:spid="_x0000_s1039" type="#_x0000_t202" style="position:absolute;left:44050;width:12877;height:5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" fillcolor="#4e6b9e" strokecolor="#10190a [489]" strokeweight="1pt">
                    <v:textbox>
                      <w:txbxContent>
                        <w:p w14:paraId="30CB935C" w14:textId="77777777" w:rsidR="00525E10" w:rsidRDefault="00525E10" w:rsidP="00525E10">
                          <w:pPr>
                            <w:jc w:val="center"/>
                          </w:pPr>
                          <w:r>
                            <w:t>Web-Server (134.76.18.234)</w:t>
                          </w:r>
                        </w:p>
                      </w:txbxContent>
                    </v:textbox>
                  </v:shape>
                </v:group>
                <v:shape id="_x0000_s1040" type="#_x0000_t202" style="position:absolute;top:40481;width:56927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" stroked="f">
                  <v:textbox style="mso-fit-shape-to-text:t" inset="0,0,0,0">
                    <w:txbxContent>
                      <w:p w14:paraId="30FFF641" w14:textId="4C7332A5" w:rsidR="00525E10" w:rsidRPr="00200B47" w:rsidRDefault="00525E10" w:rsidP="00644D68">
                        <w:pPr>
                          <w:pStyle w:val="UnterschriftINFSII"/>
                          <w:rPr>
                            <w:noProof/>
                          </w:rPr>
                        </w:pPr>
                        <w:r>
                          <w:t xml:space="preserve">Abbildung </w:t>
                        </w:r>
                        <w:r>
                          <w:fldChar w:fldCharType="begin"/>
                        </w:r>
                        <w:r>
                          <w:instrText xml:space="preserve"> SEQ Abbildung \* ARABIC </w:instrText>
                        </w:r>
                        <w:r>
                          <w:fldChar w:fldCharType="separate"/>
                        </w:r>
                        <w:r w:rsidR="00317F23">
                          <w:rPr>
                            <w:noProof/>
                          </w:rPr>
                          <w:t>4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  <w:r>
                          <w:t>: Sequenzdiagramm zu Aufgabe 5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C289F6" wp14:editId="663386D8">
                <wp:simplePos x="0" y="0"/>
                <wp:positionH relativeFrom="column">
                  <wp:posOffset>719455</wp:posOffset>
                </wp:positionH>
                <wp:positionV relativeFrom="paragraph">
                  <wp:posOffset>1045845</wp:posOffset>
                </wp:positionV>
                <wp:extent cx="0" cy="3470943"/>
                <wp:effectExtent l="0" t="0" r="38100" b="34290"/>
                <wp:wrapNone/>
                <wp:docPr id="1247237817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7094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13D3D2" id="Gerader Verbinder 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65pt,82.35pt" to="56.65pt,35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" strokecolor="black [3200]" strokeweight="1.5pt">
                <v:stroke joinstyle="miter"/>
              </v:line>
            </w:pict>
          </mc:Fallback>
        </mc:AlternateContent>
      </w:r>
      <w:r w:rsidRPr="009F7798">
        <w:rPr>
          <w:b/>
          <w:bCs/>
        </w:rPr>
        <w:t xml:space="preserve">Aufgabe </w:t>
      </w:r>
      <w:r>
        <w:rPr>
          <w:b/>
          <w:bCs/>
        </w:rPr>
        <w:t>5</w:t>
      </w:r>
      <w:r w:rsidRPr="009F7798">
        <w:rPr>
          <w:b/>
          <w:bCs/>
        </w:rPr>
        <w:t>:</w:t>
      </w:r>
      <w:r>
        <w:t xml:space="preserve"> Zeichne</w:t>
      </w:r>
      <w:r w:rsidR="00644D68">
        <w:t>n Sie</w:t>
      </w:r>
      <w:r>
        <w:t xml:space="preserve"> den Nachrichtenaustausch beim Aufruf der Webseite </w:t>
      </w:r>
      <w:hyperlink r:id="rId20" w:history="1">
        <w:r w:rsidRPr="00644D68">
          <w:rPr>
            <w:rStyle w:val="Hyperlink"/>
            <w:color w:val="4E6B9E"/>
          </w:rPr>
          <w:t>www.uni-goettigen.de</w:t>
        </w:r>
      </w:hyperlink>
      <w:r>
        <w:t xml:space="preserve"> mit der IP-Adresse 134.76.18.234 in das Sequenzdiagramm in Abbildung 4 ein. </w:t>
      </w:r>
    </w:p>
    <w:p w14:paraId="3F8CD355" w14:textId="77777777" w:rsidR="00644D68" w:rsidRDefault="00525E10" w:rsidP="00644D68">
      <w:pPr>
        <w:spacing w:after="0"/>
      </w:pPr>
      <w:r w:rsidRPr="008B088D">
        <w:rPr>
          <w:b/>
          <w:bCs/>
        </w:rPr>
        <w:t xml:space="preserve">Aufgabe </w:t>
      </w:r>
      <w:r>
        <w:rPr>
          <w:b/>
          <w:bCs/>
        </w:rPr>
        <w:t>6</w:t>
      </w:r>
      <w:r>
        <w:t xml:space="preserve">: </w:t>
      </w:r>
    </w:p>
    <w:p w14:paraId="2E79D63F" w14:textId="4DF35A5E" w:rsidR="00525E10" w:rsidRDefault="00525E10" w:rsidP="00644D68">
      <w:pPr>
        <w:pStyle w:val="Listenabsatz"/>
        <w:numPr>
          <w:ilvl w:val="0"/>
          <w:numId w:val="39"/>
        </w:numPr>
        <w:spacing w:after="120"/>
      </w:pPr>
      <w:r>
        <w:t xml:space="preserve">Das Internet kann nicht nur auf der Ebene der Router und Verbindungen als dezentral bezeichnet werden, sondern auch auf der Ebene der Clients und Server. </w:t>
      </w:r>
      <w:r w:rsidR="00644D68">
        <w:t>Erläutern Sie</w:t>
      </w:r>
      <w:r>
        <w:t>.</w:t>
      </w:r>
    </w:p>
    <w:p w14:paraId="0C0830DE" w14:textId="3B33A95B" w:rsidR="00644D68" w:rsidRDefault="00644D68" w:rsidP="00644D68">
      <w:pPr>
        <w:pStyle w:val="Listenabsatz"/>
        <w:numPr>
          <w:ilvl w:val="0"/>
          <w:numId w:val="39"/>
        </w:numPr>
        <w:spacing w:after="120"/>
      </w:pPr>
      <w:r>
        <w:t>Diskutieren Sie, welche Vor- und Nachteile sich aus der dezentralen Struktur auf dieser Ebene ergeben.</w:t>
      </w:r>
    </w:p>
    <w:p w14:paraId="131CFC4A" w14:textId="77777777" w:rsidR="00525E10" w:rsidRDefault="00525E10" w:rsidP="00525E10">
      <w:pPr>
        <w:spacing w:after="0"/>
      </w:pPr>
      <w:r w:rsidRPr="00802505">
        <w:rPr>
          <w:b/>
          <w:bCs/>
        </w:rPr>
        <w:t xml:space="preserve">Aufgabe </w:t>
      </w:r>
      <w:r>
        <w:rPr>
          <w:b/>
          <w:bCs/>
        </w:rPr>
        <w:t>7</w:t>
      </w:r>
      <w:r w:rsidRPr="00802505">
        <w:rPr>
          <w:b/>
          <w:bCs/>
        </w:rPr>
        <w:t>:</w:t>
      </w:r>
      <w:r>
        <w:t xml:space="preserve"> </w:t>
      </w:r>
    </w:p>
    <w:p w14:paraId="5A076EB5" w14:textId="323F1C50" w:rsidR="00525E10" w:rsidRDefault="00525E10" w:rsidP="00525E10">
      <w:pPr>
        <w:pStyle w:val="Listenabsatz"/>
        <w:numPr>
          <w:ilvl w:val="0"/>
          <w:numId w:val="38"/>
        </w:numPr>
      </w:pPr>
      <w:r>
        <w:t>Auf vielen Webseiten muss man sich mit einem Benutzernamen und einem Passwort anmelden, bevor man auf bestimmte Dienste zugreifen kann. Diese Daten müssen vom Client-Rechner an den entsprechenden Webserver geschickt werden. Überlege</w:t>
      </w:r>
      <w:r w:rsidR="00644D68">
        <w:t>n Sie,</w:t>
      </w:r>
      <w:r>
        <w:t xml:space="preserve"> welche Probleme hierbei durch die Struktur des Internets entstehen können.</w:t>
      </w:r>
    </w:p>
    <w:p w14:paraId="6A2F0F10" w14:textId="58664B55" w:rsidR="00525E10" w:rsidRPr="001007ED" w:rsidRDefault="00525E10" w:rsidP="00525E10">
      <w:pPr>
        <w:pStyle w:val="Listenabsatz"/>
        <w:numPr>
          <w:ilvl w:val="0"/>
          <w:numId w:val="38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1C8FCA2" wp14:editId="7690CFD4">
                <wp:simplePos x="0" y="0"/>
                <wp:positionH relativeFrom="margin">
                  <wp:posOffset>138430</wp:posOffset>
                </wp:positionH>
                <wp:positionV relativeFrom="paragraph">
                  <wp:posOffset>824230</wp:posOffset>
                </wp:positionV>
                <wp:extent cx="5476289" cy="635635"/>
                <wp:effectExtent l="0" t="0" r="0" b="0"/>
                <wp:wrapSquare wrapText="bothSides"/>
                <wp:docPr id="1832514051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6289" cy="635635"/>
                          <a:chOff x="0" y="76200"/>
                          <a:chExt cx="5476923" cy="635635"/>
                        </a:xfrm>
                      </wpg:grpSpPr>
                      <wpg:grpSp>
                        <wpg:cNvPr id="3" name="Gruppieren 3"/>
                        <wpg:cNvGrpSpPr/>
                        <wpg:grpSpPr>
                          <a:xfrm>
                            <a:off x="0" y="76200"/>
                            <a:ext cx="3381375" cy="341630"/>
                            <a:chOff x="0" y="76200"/>
                            <a:chExt cx="3381706" cy="341630"/>
                          </a:xfrm>
                        </wpg:grpSpPr>
                        <pic:pic xmlns:pic="http://schemas.openxmlformats.org/drawingml/2006/picture">
                          <pic:nvPicPr>
                            <pic:cNvPr id="1" name="Grafik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76200"/>
                              <a:ext cx="2008505" cy="34163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" name="Grafik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276806" y="96244"/>
                              <a:ext cx="1104900" cy="30480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4" name="Textfeld 4"/>
                        <wps:cNvSpPr txBox="1"/>
                        <wps:spPr>
                          <a:xfrm>
                            <a:off x="31803" y="445135"/>
                            <a:ext cx="544512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45B29313" w14:textId="30108F38" w:rsidR="00525E10" w:rsidRPr="009B4F7E" w:rsidRDefault="00525E10" w:rsidP="00644D68">
                              <w:pPr>
                                <w:pStyle w:val="UnterschriftINFSII"/>
                                <w:rPr>
                                  <w:noProof/>
                                </w:rPr>
                              </w:pPr>
                              <w:r>
                                <w:t xml:space="preserve">Abbildung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SEQ Abbildung \* ARABIC </w:instrText>
                              </w:r>
                              <w:r>
                                <w:fldChar w:fldCharType="separate"/>
                              </w:r>
                              <w:r w:rsidR="00317F23">
                                <w:rPr>
                                  <w:noProof/>
                                </w:rPr>
                                <w:t>5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t>: Beispiele für das Schlosssymbol vor der Adresse in den Browsern Mozilla Firefox bzw. Google Chrome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C8FCA2" id="Gruppieren 13" o:spid="_x0000_s1041" style="position:absolute;left:0;text-align:left;margin-left:10.9pt;margin-top:64.9pt;width:431.2pt;height:50.05pt;z-index:251662336;mso-position-horizontal-relative:margin;mso-width-relative:margin;mso-height-relative:margin" coordorigin=",762" coordsize="54769,63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">
                <v:group id="Gruppieren 3" o:spid="_x0000_s1042" style="position:absolute;top:762;width:33813;height:3416" coordorigin=",762" coordsize="33817,3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Grafik 1" o:spid="_x0000_s1043" type="#_x0000_t75" style="position:absolute;top:762;width:20085;height:34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">
                    <v:imagedata r:id="rId23" o:title=""/>
                  </v:shape>
                  <v:shape id="Grafik 2" o:spid="_x0000_s1044" type="#_x0000_t75" style="position:absolute;left:22768;top:962;width:11049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">
                    <v:imagedata r:id="rId24" o:title=""/>
                  </v:shape>
                </v:group>
                <v:shape id="Textfeld 4" o:spid="_x0000_s1045" type="#_x0000_t202" style="position:absolute;left:318;top:4451;width:54451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" stroked="f">
                  <v:textbox style="mso-fit-shape-to-text:t" inset="0,0,0,0">
                    <w:txbxContent>
                      <w:p w14:paraId="45B29313" w14:textId="30108F38" w:rsidR="00525E10" w:rsidRPr="009B4F7E" w:rsidRDefault="00525E10" w:rsidP="00644D68">
                        <w:pPr>
                          <w:pStyle w:val="UnterschriftINFSII"/>
                          <w:rPr>
                            <w:noProof/>
                          </w:rPr>
                        </w:pPr>
                        <w:r>
                          <w:t xml:space="preserve">Abbildung </w:t>
                        </w:r>
                        <w:r>
                          <w:fldChar w:fldCharType="begin"/>
                        </w:r>
                        <w:r>
                          <w:instrText xml:space="preserve"> SEQ Abbildung \* ARABIC </w:instrText>
                        </w:r>
                        <w:r>
                          <w:fldChar w:fldCharType="separate"/>
                        </w:r>
                        <w:r w:rsidR="00317F23">
                          <w:rPr>
                            <w:noProof/>
                          </w:rPr>
                          <w:t>5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  <w:r>
                          <w:t>: Beispiele für das Schlosssymbol vor der Adresse in den Browsern Mozilla Firefox bzw. Google Chrome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bookmarkStart w:id="1" w:name="_Hlk165391791"/>
      <w:r>
        <w:t>Filius verwendet zum Aufruf von Webseiten das http-Protokoll. Die meisten Webseiten, die im Internet aufgerufen werden können, verwenden inzwischen das http</w:t>
      </w:r>
      <w:r w:rsidRPr="00B4107C">
        <w:rPr>
          <w:b/>
          <w:bCs/>
        </w:rPr>
        <w:t>s</w:t>
      </w:r>
      <w:r>
        <w:t xml:space="preserve">-Protokoll. </w:t>
      </w:r>
      <w:r w:rsidRPr="001007ED">
        <w:t xml:space="preserve">Bei </w:t>
      </w:r>
      <w:r>
        <w:t>diesen</w:t>
      </w:r>
      <w:r w:rsidRPr="001007ED">
        <w:t xml:space="preserve"> Webseiten wird </w:t>
      </w:r>
      <w:r>
        <w:t xml:space="preserve">im Browser </w:t>
      </w:r>
      <w:r w:rsidRPr="001007ED">
        <w:t xml:space="preserve">vor der Adresse ein kleines Schloss angezeigt (s. Abbildung </w:t>
      </w:r>
      <w:r>
        <w:t>5</w:t>
      </w:r>
      <w:r w:rsidRPr="001007ED">
        <w:t xml:space="preserve">). </w:t>
      </w:r>
      <w:r>
        <w:t>Klicke</w:t>
      </w:r>
      <w:r w:rsidR="00644D68">
        <w:t>n Sie</w:t>
      </w:r>
      <w:r w:rsidRPr="001007ED">
        <w:t xml:space="preserve"> das Schlosssymbol </w:t>
      </w:r>
      <w:r>
        <w:t xml:space="preserve">im Browser </w:t>
      </w:r>
      <w:r w:rsidRPr="001007ED">
        <w:t xml:space="preserve">an und </w:t>
      </w:r>
      <w:r>
        <w:t>finde</w:t>
      </w:r>
      <w:r w:rsidR="00644D68">
        <w:t xml:space="preserve">n </w:t>
      </w:r>
      <w:r w:rsidR="00822F8F">
        <w:t>S</w:t>
      </w:r>
      <w:r w:rsidR="00644D68">
        <w:t>ie</w:t>
      </w:r>
      <w:r>
        <w:t xml:space="preserve"> heraus, wofür es steht</w:t>
      </w:r>
      <w:bookmarkEnd w:id="1"/>
      <w:r w:rsidRPr="001007ED">
        <w:t>.</w:t>
      </w:r>
      <w:r w:rsidRPr="00B4107C">
        <w:rPr>
          <w:noProof/>
        </w:rPr>
        <w:t xml:space="preserve"> </w:t>
      </w:r>
    </w:p>
    <w:p w14:paraId="2A61B593" w14:textId="77777777" w:rsidR="00525E10" w:rsidRDefault="00525E10" w:rsidP="00525E10">
      <w:pPr>
        <w:spacing w:after="160" w:line="259" w:lineRule="auto"/>
      </w:pPr>
      <w:r>
        <w:br w:type="page"/>
      </w:r>
    </w:p>
    <w:p w14:paraId="22B75FBA" w14:textId="77777777" w:rsidR="00644D68" w:rsidRDefault="00644D68" w:rsidP="00644D68">
      <w:bookmarkStart w:id="2" w:name="_Hlk149748765"/>
      <w:r w:rsidRPr="005E1E04">
        <w:lastRenderedPageBreak/>
        <w:t xml:space="preserve">Dieses Werk ist lizenziert unter einer </w:t>
      </w:r>
      <w:hyperlink r:id="rId25" w:history="1">
        <w:r w:rsidRPr="00D17C18">
          <w:rPr>
            <w:rStyle w:val="Hyperlink"/>
            <w:color w:val="4E6B9E"/>
          </w:rPr>
          <w:t>Creative Commons Namensnennung - Nicht-kommerziell - Weitergabe unter gleichen Bedingungen 4.0 International Lizenz</w:t>
        </w:r>
      </w:hyperlink>
      <w:r w:rsidRPr="005E1E04">
        <w:rPr>
          <w:color w:val="4E6B9E"/>
        </w:rPr>
        <w:t>.</w:t>
      </w:r>
      <w:r w:rsidRPr="005E1E04">
        <w:t xml:space="preserve"> </w:t>
      </w:r>
      <w:r>
        <w:t xml:space="preserve">Von der Lizenz ausgenommen ist das </w:t>
      </w:r>
      <w:proofErr w:type="spellStart"/>
      <w:r>
        <w:t>InfSII</w:t>
      </w:r>
      <w:proofErr w:type="spellEnd"/>
      <w:r>
        <w:t>-Logo.</w:t>
      </w:r>
    </w:p>
    <w:p w14:paraId="17C23EBC" w14:textId="77777777" w:rsidR="00525E10" w:rsidRDefault="00525E10" w:rsidP="00525E10">
      <w:r w:rsidRPr="00182D95">
        <w:rPr>
          <w:b/>
          <w:bCs/>
        </w:rPr>
        <w:t>Abbildungsnachweise</w:t>
      </w:r>
      <w:r>
        <w:t>:</w:t>
      </w:r>
    </w:p>
    <w:p w14:paraId="2A81BFB9" w14:textId="77777777" w:rsidR="00644D68" w:rsidRDefault="00644D68" w:rsidP="00644D68">
      <w:r>
        <w:t xml:space="preserve">Abbildung 1 wurde von der Autorin mit dem </w:t>
      </w:r>
      <w:proofErr w:type="spellStart"/>
      <w:r>
        <w:t>yED</w:t>
      </w:r>
      <w:proofErr w:type="spellEnd"/>
      <w:r>
        <w:t xml:space="preserve"> Graph Editor (</w:t>
      </w:r>
      <w:hyperlink r:id="rId26" w:history="1">
        <w:r w:rsidRPr="00D47D8C">
          <w:rPr>
            <w:rStyle w:val="Hyperlink"/>
            <w:color w:val="4E6B9E"/>
          </w:rPr>
          <w:t>https://www.yworks.com/products/yed</w:t>
        </w:r>
      </w:hyperlink>
      <w:r>
        <w:t>) erstellt und um das WLAN-Symbol aus den Microsoft Word Piktogrammen ergänzt.</w:t>
      </w:r>
    </w:p>
    <w:p w14:paraId="5BD934EE" w14:textId="77777777" w:rsidR="00525E10" w:rsidRPr="00644D68" w:rsidRDefault="00525E10" w:rsidP="00525E10">
      <w:pPr>
        <w:rPr>
          <w:color w:val="4E6B9E"/>
        </w:rPr>
      </w:pPr>
      <w:r>
        <w:t xml:space="preserve">Abbildung 2 und 3 sind Screenshots der Lernsoftware FILIUS. FILIUS wurde im Rahmen einer studentischen Projektgruppe an der Universität Siegen entwickelt. (2006-2007) Version 1.13.1 vom 12.12.2021. </w:t>
      </w:r>
      <w:hyperlink r:id="rId27" w:history="1">
        <w:r w:rsidRPr="00644D68">
          <w:rPr>
            <w:rStyle w:val="Hyperlink"/>
            <w:color w:val="4E6B9E"/>
          </w:rPr>
          <w:t>https://www.lernsoftware-filius.de/Startseite</w:t>
        </w:r>
      </w:hyperlink>
    </w:p>
    <w:p w14:paraId="7D22B38F" w14:textId="2521CE57" w:rsidR="006D0D75" w:rsidRDefault="00525E10" w:rsidP="00644D68">
      <w:r w:rsidRPr="00182D95">
        <w:t>Abbildung 5 enthält Screenshots der Browser</w:t>
      </w:r>
      <w:r>
        <w:rPr>
          <w:color w:val="8CBD3A"/>
        </w:rPr>
        <w:t xml:space="preserve"> </w:t>
      </w:r>
      <w:r>
        <w:t>Mozilla Firefox bzw. Google Chrome.</w:t>
      </w:r>
      <w:bookmarkEnd w:id="2"/>
    </w:p>
    <w:sectPr w:rsidR="006D0D75" w:rsidSect="00CC0CAA">
      <w:headerReference w:type="default" r:id="rId28"/>
      <w:footerReference w:type="default" r:id="rId29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9CD51" w14:textId="77777777" w:rsidR="00CC0CAA" w:rsidRDefault="00CC0CAA" w:rsidP="006D1346">
      <w:pPr>
        <w:spacing w:after="0" w:line="240" w:lineRule="auto"/>
      </w:pPr>
      <w:r>
        <w:separator/>
      </w:r>
    </w:p>
  </w:endnote>
  <w:endnote w:type="continuationSeparator" w:id="0">
    <w:p w14:paraId="7FC9E694" w14:textId="77777777" w:rsidR="00CC0CAA" w:rsidRDefault="00CC0CAA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9D2F4" w14:textId="452E58A4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10E54A6" wp14:editId="52A4B59F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3370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3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C84113">
      <w:rPr>
        <w:color w:val="808080" w:themeColor="background1" w:themeShade="80"/>
        <w:sz w:val="20"/>
        <w:szCs w:val="20"/>
      </w:rPr>
      <w:t>Juni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660AA5">
      <w:rPr>
        <w:color w:val="808080" w:themeColor="background1" w:themeShade="80"/>
        <w:sz w:val="20"/>
        <w:szCs w:val="20"/>
      </w:rPr>
      <w:t>2</w:t>
    </w:r>
    <w:r w:rsidR="00C84113">
      <w:rPr>
        <w:color w:val="808080" w:themeColor="background1" w:themeShade="80"/>
        <w:sz w:val="20"/>
        <w:szCs w:val="20"/>
      </w:rPr>
      <w:t>4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B9A27" w14:textId="77777777" w:rsidR="00CC0CAA" w:rsidRDefault="00CC0CAA" w:rsidP="006D1346">
      <w:pPr>
        <w:spacing w:after="0" w:line="240" w:lineRule="auto"/>
      </w:pPr>
      <w:r>
        <w:separator/>
      </w:r>
    </w:p>
  </w:footnote>
  <w:footnote w:type="continuationSeparator" w:id="0">
    <w:p w14:paraId="3972A6E8" w14:textId="77777777" w:rsidR="00CC0CAA" w:rsidRDefault="00CC0CAA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7B1D8" w14:textId="77777777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6DC0E6EE" wp14:editId="1C681C31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AA432E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65A7C"/>
    <w:multiLevelType w:val="hybridMultilevel"/>
    <w:tmpl w:val="6A1068B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FF66CA"/>
    <w:multiLevelType w:val="hybridMultilevel"/>
    <w:tmpl w:val="C4B04252"/>
    <w:lvl w:ilvl="0" w:tplc="D534E8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527A25"/>
    <w:multiLevelType w:val="hybridMultilevel"/>
    <w:tmpl w:val="87EC09F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C1206"/>
    <w:multiLevelType w:val="hybridMultilevel"/>
    <w:tmpl w:val="955A482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6A6B06"/>
    <w:multiLevelType w:val="hybridMultilevel"/>
    <w:tmpl w:val="13249F28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280202"/>
    <w:multiLevelType w:val="hybridMultilevel"/>
    <w:tmpl w:val="7F6848BE"/>
    <w:lvl w:ilvl="0" w:tplc="FD52F73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06541"/>
    <w:multiLevelType w:val="hybridMultilevel"/>
    <w:tmpl w:val="51885BC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107369"/>
    <w:multiLevelType w:val="hybridMultilevel"/>
    <w:tmpl w:val="B37C4B8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136BF7"/>
    <w:multiLevelType w:val="hybridMultilevel"/>
    <w:tmpl w:val="D438012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134597"/>
    <w:multiLevelType w:val="hybridMultilevel"/>
    <w:tmpl w:val="FA58C4D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DA7BA5"/>
    <w:multiLevelType w:val="hybridMultilevel"/>
    <w:tmpl w:val="84589F04"/>
    <w:lvl w:ilvl="0" w:tplc="A8763A7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7AD31E1"/>
    <w:multiLevelType w:val="hybridMultilevel"/>
    <w:tmpl w:val="4DB6B04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2614E0"/>
    <w:multiLevelType w:val="hybridMultilevel"/>
    <w:tmpl w:val="AB46247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00781E"/>
    <w:multiLevelType w:val="hybridMultilevel"/>
    <w:tmpl w:val="812845F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2671296">
    <w:abstractNumId w:val="25"/>
  </w:num>
  <w:num w:numId="2" w16cid:durableId="878013062">
    <w:abstractNumId w:val="31"/>
  </w:num>
  <w:num w:numId="3" w16cid:durableId="274022642">
    <w:abstractNumId w:val="7"/>
  </w:num>
  <w:num w:numId="4" w16cid:durableId="1326667999">
    <w:abstractNumId w:val="28"/>
  </w:num>
  <w:num w:numId="5" w16cid:durableId="1574002844">
    <w:abstractNumId w:val="34"/>
  </w:num>
  <w:num w:numId="6" w16cid:durableId="1412005836">
    <w:abstractNumId w:val="32"/>
  </w:num>
  <w:num w:numId="7" w16cid:durableId="1686246849">
    <w:abstractNumId w:val="22"/>
  </w:num>
  <w:num w:numId="8" w16cid:durableId="1491672303">
    <w:abstractNumId w:val="19"/>
  </w:num>
  <w:num w:numId="9" w16cid:durableId="1431851959">
    <w:abstractNumId w:val="1"/>
  </w:num>
  <w:num w:numId="10" w16cid:durableId="2122648965">
    <w:abstractNumId w:val="15"/>
  </w:num>
  <w:num w:numId="11" w16cid:durableId="1135635914">
    <w:abstractNumId w:val="3"/>
  </w:num>
  <w:num w:numId="12" w16cid:durableId="1696006361">
    <w:abstractNumId w:val="29"/>
  </w:num>
  <w:num w:numId="13" w16cid:durableId="150950901">
    <w:abstractNumId w:val="2"/>
  </w:num>
  <w:num w:numId="14" w16cid:durableId="1242058584">
    <w:abstractNumId w:val="10"/>
  </w:num>
  <w:num w:numId="15" w16cid:durableId="1327628330">
    <w:abstractNumId w:val="13"/>
  </w:num>
  <w:num w:numId="16" w16cid:durableId="786049978">
    <w:abstractNumId w:val="20"/>
  </w:num>
  <w:num w:numId="17" w16cid:durableId="2112162433">
    <w:abstractNumId w:val="14"/>
  </w:num>
  <w:num w:numId="18" w16cid:durableId="525291736">
    <w:abstractNumId w:val="9"/>
  </w:num>
  <w:num w:numId="19" w16cid:durableId="935095862">
    <w:abstractNumId w:val="5"/>
  </w:num>
  <w:num w:numId="20" w16cid:durableId="346565763">
    <w:abstractNumId w:val="33"/>
  </w:num>
  <w:num w:numId="21" w16cid:durableId="1870874767">
    <w:abstractNumId w:val="24"/>
  </w:num>
  <w:num w:numId="22" w16cid:durableId="115175415">
    <w:abstractNumId w:val="25"/>
    <w:lvlOverride w:ilvl="0">
      <w:startOverride w:val="1"/>
    </w:lvlOverride>
  </w:num>
  <w:num w:numId="23" w16cid:durableId="707415366">
    <w:abstractNumId w:val="25"/>
    <w:lvlOverride w:ilvl="0">
      <w:startOverride w:val="1"/>
    </w:lvlOverride>
  </w:num>
  <w:num w:numId="24" w16cid:durableId="543759902">
    <w:abstractNumId w:val="25"/>
    <w:lvlOverride w:ilvl="0">
      <w:startOverride w:val="1"/>
    </w:lvlOverride>
  </w:num>
  <w:num w:numId="25" w16cid:durableId="313417135">
    <w:abstractNumId w:val="25"/>
    <w:lvlOverride w:ilvl="0">
      <w:startOverride w:val="1"/>
    </w:lvlOverride>
  </w:num>
  <w:num w:numId="26" w16cid:durableId="1046829233">
    <w:abstractNumId w:val="26"/>
  </w:num>
  <w:num w:numId="27" w16cid:durableId="1994597610">
    <w:abstractNumId w:val="21"/>
  </w:num>
  <w:num w:numId="28" w16cid:durableId="1603340364">
    <w:abstractNumId w:val="18"/>
  </w:num>
  <w:num w:numId="29" w16cid:durableId="744298869">
    <w:abstractNumId w:val="30"/>
  </w:num>
  <w:num w:numId="30" w16cid:durableId="719593282">
    <w:abstractNumId w:val="23"/>
  </w:num>
  <w:num w:numId="31" w16cid:durableId="1853520639">
    <w:abstractNumId w:val="4"/>
  </w:num>
  <w:num w:numId="32" w16cid:durableId="27878195">
    <w:abstractNumId w:val="11"/>
  </w:num>
  <w:num w:numId="33" w16cid:durableId="364137631">
    <w:abstractNumId w:val="12"/>
  </w:num>
  <w:num w:numId="34" w16cid:durableId="915674431">
    <w:abstractNumId w:val="6"/>
  </w:num>
  <w:num w:numId="35" w16cid:durableId="208802919">
    <w:abstractNumId w:val="27"/>
  </w:num>
  <w:num w:numId="36" w16cid:durableId="1824421046">
    <w:abstractNumId w:val="0"/>
  </w:num>
  <w:num w:numId="37" w16cid:durableId="2095011990">
    <w:abstractNumId w:val="17"/>
  </w:num>
  <w:num w:numId="38" w16cid:durableId="1518155520">
    <w:abstractNumId w:val="16"/>
  </w:num>
  <w:num w:numId="39" w16cid:durableId="2323562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113"/>
    <w:rsid w:val="0000775F"/>
    <w:rsid w:val="000127AC"/>
    <w:rsid w:val="00017413"/>
    <w:rsid w:val="00017751"/>
    <w:rsid w:val="00026157"/>
    <w:rsid w:val="00026AE7"/>
    <w:rsid w:val="00071419"/>
    <w:rsid w:val="00072ED2"/>
    <w:rsid w:val="00087065"/>
    <w:rsid w:val="000A7494"/>
    <w:rsid w:val="000E21BD"/>
    <w:rsid w:val="00126D3F"/>
    <w:rsid w:val="00186A5F"/>
    <w:rsid w:val="001C2D07"/>
    <w:rsid w:val="001F622A"/>
    <w:rsid w:val="00221D86"/>
    <w:rsid w:val="00244639"/>
    <w:rsid w:val="00264EA1"/>
    <w:rsid w:val="0026718D"/>
    <w:rsid w:val="00284194"/>
    <w:rsid w:val="003179DB"/>
    <w:rsid w:val="00317F23"/>
    <w:rsid w:val="00330DB0"/>
    <w:rsid w:val="00334221"/>
    <w:rsid w:val="00334714"/>
    <w:rsid w:val="00381B15"/>
    <w:rsid w:val="003906DC"/>
    <w:rsid w:val="003B7431"/>
    <w:rsid w:val="003E43C5"/>
    <w:rsid w:val="003E4F79"/>
    <w:rsid w:val="003F45B4"/>
    <w:rsid w:val="003F5E3B"/>
    <w:rsid w:val="00412C43"/>
    <w:rsid w:val="00415B86"/>
    <w:rsid w:val="0042385F"/>
    <w:rsid w:val="00445135"/>
    <w:rsid w:val="004850AB"/>
    <w:rsid w:val="00494093"/>
    <w:rsid w:val="004B0D19"/>
    <w:rsid w:val="004B35A7"/>
    <w:rsid w:val="004C259A"/>
    <w:rsid w:val="004F1042"/>
    <w:rsid w:val="00525E10"/>
    <w:rsid w:val="00554E24"/>
    <w:rsid w:val="005E301E"/>
    <w:rsid w:val="005E5D30"/>
    <w:rsid w:val="005F6623"/>
    <w:rsid w:val="00600140"/>
    <w:rsid w:val="0063498A"/>
    <w:rsid w:val="00644D68"/>
    <w:rsid w:val="006464A2"/>
    <w:rsid w:val="00660AA5"/>
    <w:rsid w:val="00693FB8"/>
    <w:rsid w:val="006B2673"/>
    <w:rsid w:val="006B39C8"/>
    <w:rsid w:val="006D0D75"/>
    <w:rsid w:val="006D1346"/>
    <w:rsid w:val="006D2CB4"/>
    <w:rsid w:val="006E07FD"/>
    <w:rsid w:val="006F44AA"/>
    <w:rsid w:val="00725A4D"/>
    <w:rsid w:val="0074626D"/>
    <w:rsid w:val="007674A3"/>
    <w:rsid w:val="00767591"/>
    <w:rsid w:val="0078342D"/>
    <w:rsid w:val="00793006"/>
    <w:rsid w:val="007D022E"/>
    <w:rsid w:val="007D72BF"/>
    <w:rsid w:val="007E2D0D"/>
    <w:rsid w:val="00822F8F"/>
    <w:rsid w:val="00844EA0"/>
    <w:rsid w:val="008508C6"/>
    <w:rsid w:val="00857C67"/>
    <w:rsid w:val="00871052"/>
    <w:rsid w:val="008A360B"/>
    <w:rsid w:val="008A6407"/>
    <w:rsid w:val="008B14DF"/>
    <w:rsid w:val="008F2A39"/>
    <w:rsid w:val="00970575"/>
    <w:rsid w:val="00983AC1"/>
    <w:rsid w:val="009B1F75"/>
    <w:rsid w:val="009E1FF5"/>
    <w:rsid w:val="00A00FBD"/>
    <w:rsid w:val="00A01422"/>
    <w:rsid w:val="00A061E9"/>
    <w:rsid w:val="00A21F57"/>
    <w:rsid w:val="00A36CBF"/>
    <w:rsid w:val="00A43086"/>
    <w:rsid w:val="00AA20FA"/>
    <w:rsid w:val="00AA35A0"/>
    <w:rsid w:val="00AA432E"/>
    <w:rsid w:val="00AC2022"/>
    <w:rsid w:val="00AC5E66"/>
    <w:rsid w:val="00AD7FC5"/>
    <w:rsid w:val="00B07884"/>
    <w:rsid w:val="00B45DB5"/>
    <w:rsid w:val="00B65416"/>
    <w:rsid w:val="00B73C44"/>
    <w:rsid w:val="00B7608A"/>
    <w:rsid w:val="00B92DDF"/>
    <w:rsid w:val="00BF63BB"/>
    <w:rsid w:val="00C020BB"/>
    <w:rsid w:val="00C1549E"/>
    <w:rsid w:val="00C26C50"/>
    <w:rsid w:val="00C74D4B"/>
    <w:rsid w:val="00C84113"/>
    <w:rsid w:val="00CA7665"/>
    <w:rsid w:val="00CC05C6"/>
    <w:rsid w:val="00CC0CAA"/>
    <w:rsid w:val="00CC6DC4"/>
    <w:rsid w:val="00D01058"/>
    <w:rsid w:val="00D10AC8"/>
    <w:rsid w:val="00D33E38"/>
    <w:rsid w:val="00D47D8C"/>
    <w:rsid w:val="00D72D0B"/>
    <w:rsid w:val="00D74946"/>
    <w:rsid w:val="00D775E8"/>
    <w:rsid w:val="00DE0A77"/>
    <w:rsid w:val="00DE3722"/>
    <w:rsid w:val="00DF56A6"/>
    <w:rsid w:val="00E032F5"/>
    <w:rsid w:val="00E10441"/>
    <w:rsid w:val="00E34A08"/>
    <w:rsid w:val="00E36D04"/>
    <w:rsid w:val="00E64B3F"/>
    <w:rsid w:val="00E67B23"/>
    <w:rsid w:val="00E700F0"/>
    <w:rsid w:val="00EB5F95"/>
    <w:rsid w:val="00EC6E4C"/>
    <w:rsid w:val="00EF0090"/>
    <w:rsid w:val="00EF42B2"/>
    <w:rsid w:val="00F04A61"/>
    <w:rsid w:val="00F11681"/>
    <w:rsid w:val="00F37CED"/>
    <w:rsid w:val="00F65F18"/>
    <w:rsid w:val="00FB7D36"/>
    <w:rsid w:val="00FC1954"/>
    <w:rsid w:val="00FD78F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3978C"/>
  <w15:chartTrackingRefBased/>
  <w15:docId w15:val="{2233C3B8-30FD-462E-8579-C9290A239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I,Überschrift 1_INFS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;Überschrift 2 INFSII,Überschrift 2 INFS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;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,Überschrift 1_INFS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;Überschrift 2 INFSII Zchn,Überschrift 2 INFS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;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017413"/>
    <w:rPr>
      <w:color w:val="8CBD3A"/>
    </w:rPr>
  </w:style>
  <w:style w:type="character" w:customStyle="1" w:styleId="UnterschriftINFSIZchn">
    <w:name w:val="Unterschrift_INFSI Zchn"/>
    <w:basedOn w:val="BeschriftungZchn"/>
    <w:link w:val="UnterschriftINFSI"/>
    <w:rsid w:val="00017413"/>
    <w:rPr>
      <w:i/>
      <w:iCs/>
      <w:color w:val="8CBD3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google.de" TargetMode="External"/><Relationship Id="rId18" Type="http://schemas.openxmlformats.org/officeDocument/2006/relationships/image" Target="media/image7.png"/><Relationship Id="rId26" Type="http://schemas.openxmlformats.org/officeDocument/2006/relationships/hyperlink" Target="https://www.yworks.com/products/yed" TargetMode="Externa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6.png"/><Relationship Id="rId25" Type="http://schemas.openxmlformats.org/officeDocument/2006/relationships/hyperlink" Target="http://creativecommons.org/licenses/by-nc-sa/4.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nf-si.de" TargetMode="External"/><Relationship Id="rId20" Type="http://schemas.openxmlformats.org/officeDocument/2006/relationships/hyperlink" Target="http://www.uni-goettigen.de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hyperlink" Target="http://www.inf-si.de" TargetMode="External"/><Relationship Id="rId23" Type="http://schemas.openxmlformats.org/officeDocument/2006/relationships/image" Target="media/image10.png"/><Relationship Id="rId28" Type="http://schemas.openxmlformats.org/officeDocument/2006/relationships/header" Target="header1.xml"/><Relationship Id="rId10" Type="http://schemas.openxmlformats.org/officeDocument/2006/relationships/image" Target="media/image3.svg"/><Relationship Id="rId19" Type="http://schemas.openxmlformats.org/officeDocument/2006/relationships/hyperlink" Target="http://www.filius.de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uni-goettingen.de" TargetMode="External"/><Relationship Id="rId22" Type="http://schemas.openxmlformats.org/officeDocument/2006/relationships/image" Target="media/image9.png"/><Relationship Id="rId27" Type="http://schemas.openxmlformats.org/officeDocument/2006/relationships/hyperlink" Target="https://www.lernsoftware-filius.de/Startseite" TargetMode="Externa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vem\AppData\Roaming\Microsoft\Templates\INFSII_Vorlage_pdf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B76EB-3E60-4B12-A296-76CCA534D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INFSII_Vorlage_pdf.dotx</Template>
  <TotalTime>0</TotalTime>
  <Pages>1</Pages>
  <Words>901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tovem</dc:creator>
  <cp:keywords/>
  <dc:description/>
  <cp:lastModifiedBy>Brandt, Ylva</cp:lastModifiedBy>
  <cp:revision>7</cp:revision>
  <cp:lastPrinted>2024-04-30T15:49:00Z</cp:lastPrinted>
  <dcterms:created xsi:type="dcterms:W3CDTF">2024-04-30T14:56:00Z</dcterms:created>
  <dcterms:modified xsi:type="dcterms:W3CDTF">2024-04-30T15:52:00Z</dcterms:modified>
</cp:coreProperties>
</file>